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206742D0" w:rsidR="00F422D3" w:rsidRDefault="00F422D3" w:rsidP="00B42F40">
      <w:pPr>
        <w:pStyle w:val="Titul2"/>
      </w:pPr>
      <w:r>
        <w:t>Název zakázky: „</w:t>
      </w:r>
      <w:r w:rsidR="0051153E" w:rsidRPr="0051153E">
        <w:t xml:space="preserve">Mirošov </w:t>
      </w:r>
      <w:proofErr w:type="gramStart"/>
      <w:r w:rsidR="0051153E" w:rsidRPr="0051153E">
        <w:t>ON - oprava</w:t>
      </w:r>
      <w:proofErr w:type="gramEnd"/>
      <w:r w:rsidR="0051153E" w:rsidRPr="0051153E">
        <w:t xml:space="preserve"> výpravní budovy</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rsidRPr="0051153E">
        <w:rPr>
          <w:highlight w:val="green"/>
        </w:rPr>
        <w:t>3</w:t>
      </w:r>
    </w:p>
    <w:p w14:paraId="030F6A35" w14:textId="7D1B9E8E" w:rsidR="00FB598F" w:rsidRDefault="00FB598F" w:rsidP="00FB598F">
      <w:pPr>
        <w:pStyle w:val="Textbezodsazen"/>
        <w:spacing w:after="0"/>
      </w:pPr>
      <w:r>
        <w:t>evidenční číslo v RVZ</w:t>
      </w:r>
      <w:r w:rsidRPr="0051153E">
        <w:t xml:space="preserve">: </w:t>
      </w:r>
      <w:r w:rsidR="00527E9E" w:rsidRPr="0051153E">
        <w:t>6542</w:t>
      </w:r>
      <w:r w:rsidR="00E1582C" w:rsidRPr="0051153E">
        <w:t>3</w:t>
      </w:r>
      <w:r w:rsidR="0051153E" w:rsidRPr="0051153E">
        <w:t>063</w:t>
      </w:r>
    </w:p>
    <w:p w14:paraId="5FC72C55" w14:textId="247A4652" w:rsidR="00B42F40" w:rsidRDefault="00FB598F" w:rsidP="00213AF7">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2B6985E4" w:rsidR="00FB598F" w:rsidRPr="0051153E" w:rsidRDefault="00FB598F" w:rsidP="0051153E">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95DA9B2" w14:textId="5A80FF51"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5861A95B" w:rsidR="00F24489" w:rsidRDefault="00F24489" w:rsidP="0051153E">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51153E">
        <w:t xml:space="preserve">65423063 </w:t>
      </w:r>
      <w:r w:rsidRPr="00F97DBD">
        <w:t xml:space="preserve">svůj úmysl zadat </w:t>
      </w:r>
      <w:r>
        <w:t xml:space="preserve">ve výběrovém řízení </w:t>
      </w:r>
      <w:r w:rsidRPr="00F97DBD">
        <w:t xml:space="preserve">veřejnou zakázku s názvem </w:t>
      </w:r>
      <w:r w:rsidRPr="003F35F3">
        <w:rPr>
          <w:b/>
        </w:rPr>
        <w:t>„</w:t>
      </w:r>
      <w:r w:rsidR="0051153E" w:rsidRPr="0051153E">
        <w:rPr>
          <w:b/>
        </w:rPr>
        <w:t>Mirošov ON – oprava 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2B0E50A8" w:rsidR="00F24489" w:rsidRDefault="00B84ECC" w:rsidP="0051153E">
      <w:pPr>
        <w:pStyle w:val="Textbezslovn"/>
      </w:pPr>
      <w:r w:rsidRPr="0051153E">
        <w:t xml:space="preserve">Rekapitulace </w:t>
      </w:r>
      <w:r w:rsidR="00F24489" w:rsidRPr="0051153E">
        <w:t xml:space="preserve">Ceny Díla dle </w:t>
      </w:r>
      <w:r w:rsidR="00A40CD0" w:rsidRPr="0051153E">
        <w:t xml:space="preserve">objektů </w:t>
      </w:r>
      <w:r w:rsidR="00F24489" w:rsidRPr="0051153E">
        <w:t xml:space="preserve">stavebních </w:t>
      </w:r>
      <w:r w:rsidR="00A40CD0" w:rsidRPr="0051153E">
        <w:t xml:space="preserve">částí </w:t>
      </w:r>
      <w:r w:rsidR="00F24489" w:rsidRPr="0051153E">
        <w:t xml:space="preserve">(SO) a </w:t>
      </w:r>
      <w:r w:rsidR="00A40CD0" w:rsidRPr="0051153E">
        <w:t xml:space="preserve">objektů </w:t>
      </w:r>
      <w:r w:rsidR="00F24489" w:rsidRPr="0051153E">
        <w:t xml:space="preserve">provozních </w:t>
      </w:r>
      <w:r w:rsidR="00A40CD0" w:rsidRPr="0051153E">
        <w:t xml:space="preserve">částí </w:t>
      </w:r>
      <w:r w:rsidR="00F24489" w:rsidRPr="0051153E">
        <w:t>(PS) je uveden</w:t>
      </w:r>
      <w:r w:rsidRPr="0051153E">
        <w:t>a</w:t>
      </w:r>
      <w:r w:rsidR="00F24489" w:rsidRPr="0051153E">
        <w:t xml:space="preserve"> v </w:t>
      </w:r>
      <w:hyperlink w:anchor="ListAnnex04" w:history="1">
        <w:r w:rsidR="00F24489" w:rsidRPr="0051153E">
          <w:rPr>
            <w:rStyle w:val="Hypertextovodkaz"/>
            <w:rFonts w:cs="Calibri"/>
            <w:color w:val="auto"/>
          </w:rPr>
          <w:t>Příloze č. 4</w:t>
        </w:r>
      </w:hyperlink>
      <w:r w:rsidR="00F24489" w:rsidRPr="0051153E">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3BB7588" w14:textId="17D591D9" w:rsidR="00F24489" w:rsidRDefault="00F24489" w:rsidP="0051153E">
      <w:pPr>
        <w:pStyle w:val="Textbezslovn"/>
        <w:rPr>
          <w:b/>
        </w:rPr>
      </w:pPr>
      <w:r w:rsidRPr="00F24489">
        <w:rPr>
          <w:b/>
        </w:rPr>
        <w:t>Zahájení stavebních prací: dnem předání Staveniště dle odst. 4.1.1 Přílohy č.2 b) Smlouvy.</w:t>
      </w:r>
    </w:p>
    <w:p w14:paraId="0998BA9A" w14:textId="4D90B29A" w:rsidR="00FB598F" w:rsidRPr="00F24489" w:rsidRDefault="00856B99" w:rsidP="00F24489">
      <w:pPr>
        <w:pStyle w:val="Textbezslovn"/>
        <w:rPr>
          <w:b/>
        </w:rPr>
      </w:pPr>
      <w:r w:rsidRPr="0051153E">
        <w:rPr>
          <w:b/>
        </w:rPr>
        <w:t>Termín</w:t>
      </w:r>
      <w:r w:rsidR="00FB598F" w:rsidRPr="0051153E">
        <w:rPr>
          <w:b/>
        </w:rPr>
        <w:t xml:space="preserve"> dokončení díla je: </w:t>
      </w:r>
      <w:r w:rsidR="0051153E" w:rsidRPr="0051153E">
        <w:rPr>
          <w:b/>
        </w:rPr>
        <w:t>31.05.202</w:t>
      </w:r>
      <w:r w:rsidR="0085003F">
        <w:rPr>
          <w:b/>
        </w:rPr>
        <w:t>4</w:t>
      </w:r>
      <w:r w:rsidR="0051153E" w:rsidRPr="0051153E">
        <w:rPr>
          <w:b/>
        </w:rPr>
        <w:t xml:space="preserve"> </w:t>
      </w:r>
      <w:r w:rsidR="0051153E">
        <w:rPr>
          <w:b/>
        </w:rPr>
        <w:t>(</w:t>
      </w:r>
      <w:r w:rsidR="0051153E" w:rsidRPr="0051153E">
        <w:rPr>
          <w:b/>
        </w:rPr>
        <w:t>dokladem prokazujícím, že Zhotovitel dokončil celé Dílo, je Předávací protokol dle odst. 10.4 Obchodních podmínek).</w:t>
      </w:r>
    </w:p>
    <w:p w14:paraId="2308BF64" w14:textId="109D52E8" w:rsidR="00F24489" w:rsidRPr="0051153E" w:rsidRDefault="00F24489" w:rsidP="0051153E">
      <w:pPr>
        <w:pStyle w:val="Textbezslovn"/>
      </w:pPr>
      <w:r w:rsidRPr="0051153E">
        <w:lastRenderedPageBreak/>
        <w:t>Předání osvědčení o bezpečnosti zpracovaného</w:t>
      </w:r>
      <w:r w:rsidRPr="0051153E">
        <w:rPr>
          <w:color w:val="FF0000"/>
        </w:rPr>
        <w:t xml:space="preserve"> </w:t>
      </w:r>
      <w:r w:rsidRPr="0051153E">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51153E">
        <w:rPr>
          <w:b/>
        </w:rPr>
        <w:t>6 měsíců</w:t>
      </w:r>
      <w:r w:rsidRPr="0051153E">
        <w:t xml:space="preserve"> ode dne podpisu posledního Zápisu o předání a převzetí Díla.</w:t>
      </w:r>
    </w:p>
    <w:p w14:paraId="21A31701" w14:textId="77777777" w:rsidR="00F24489" w:rsidRPr="00F97DBD" w:rsidRDefault="00F24489" w:rsidP="00F24489">
      <w:pPr>
        <w:pStyle w:val="Text1-1"/>
      </w:pPr>
      <w:r w:rsidRPr="0051153E">
        <w:t>Práva a povinnosti smluvních stran se řídí touto Smlouvou</w:t>
      </w:r>
      <w:r w:rsidRPr="00F97DBD">
        <w:t xml:space="preserve">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F86487A" w14:textId="33A4F9B5" w:rsidR="00F24489" w:rsidRPr="009E204E" w:rsidRDefault="00F24489" w:rsidP="0051153E">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Pr="0051153E" w:rsidRDefault="00214C3E" w:rsidP="00214C3E">
      <w:pPr>
        <w:pStyle w:val="Nadpis1-1"/>
      </w:pPr>
      <w:r w:rsidRPr="00214C3E">
        <w:t xml:space="preserve">ZÁRUKY, DALŠÍ USTANOVENÍ A ODLIŠNÁ USTANOVENÍ OD </w:t>
      </w:r>
      <w:r w:rsidRPr="0051153E">
        <w:t>OBCHODNÍCH PODMÍNEK</w:t>
      </w:r>
    </w:p>
    <w:p w14:paraId="5CFB1BFB" w14:textId="1834C6B3" w:rsidR="008E2B90" w:rsidRPr="0051153E" w:rsidRDefault="005F1A5C" w:rsidP="0051153E">
      <w:pPr>
        <w:pStyle w:val="Text1-1"/>
      </w:pPr>
      <w:r w:rsidRPr="0051153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51153E">
        <w:t xml:space="preserve"> Části čl. 19.17 a 19.19 Obchodních podmínek týkající se nároků Objednatele z bankovní záruky za odstranění vad se taktéž nepoužijí.</w:t>
      </w:r>
    </w:p>
    <w:p w14:paraId="0A94CF39" w14:textId="7FC57E34" w:rsidR="00214C3E" w:rsidRPr="0051153E" w:rsidRDefault="00214C3E" w:rsidP="0051153E">
      <w:pPr>
        <w:pStyle w:val="Text1-1"/>
      </w:pPr>
      <w:r w:rsidRPr="0051153E">
        <w:t>Při realizaci Díla nejsou plánovány výluky. Pokud z důvodů na straně Zhotovitele bude nutné výluku realizovat, dohodly se Smluvní strany, že na takovouto výluku se uplatní ustanovení odst. 3.15 a v odst. 3.17 Obchodních podmínek.</w:t>
      </w:r>
    </w:p>
    <w:p w14:paraId="09DE7CF3" w14:textId="77777777" w:rsidR="00214C3E" w:rsidRPr="00AA5C48"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AA5C48">
        <w:t>vlastními prostředky.</w:t>
      </w:r>
    </w:p>
    <w:p w14:paraId="1F1249D4" w14:textId="77777777" w:rsidR="00A90618" w:rsidRPr="00AA5C48" w:rsidRDefault="00A90618" w:rsidP="00A90618">
      <w:pPr>
        <w:pStyle w:val="Text1-1"/>
      </w:pPr>
      <w:r w:rsidRPr="00AA5C4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5AFE90A" w14:textId="33DBC8DC" w:rsidR="00214C3E" w:rsidRPr="00AA5C48" w:rsidRDefault="00214C3E" w:rsidP="00AA5C48">
      <w:pPr>
        <w:pStyle w:val="Text1-1"/>
      </w:pPr>
      <w:bookmarkStart w:id="0" w:name="_Hlk98411341"/>
      <w:r w:rsidRPr="00AA5C48">
        <w:t>Ustanovení bodu 9.2 až 9.5 a bodu 9.7. Obchodních podmínek, stejně jako související ustanovení týkající se přejímacích zkoušek, se nepoužijí.</w:t>
      </w:r>
    </w:p>
    <w:bookmarkEnd w:id="0"/>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79179D3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3C0C1D">
        <w:t xml:space="preserve"> </w:t>
      </w:r>
      <w:r w:rsidR="003C0C1D" w:rsidRPr="003C0C1D">
        <w:rPr>
          <w:highlight w:val="yellow"/>
        </w:rPr>
        <w:t>uvedeného v příloze č.10 této Smlouvy o dílo</w:t>
      </w:r>
      <w:r w:rsidRPr="003C0C1D">
        <w:rPr>
          <w:highlight w:val="yellow"/>
        </w:rPr>
        <w:t>,</w:t>
      </w:r>
      <w:r w:rsidRPr="009A12BD">
        <w:t xml:space="preserve">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3B12B37" w14:textId="77777777" w:rsidR="003C0C1D" w:rsidRPr="00000EE5" w:rsidRDefault="003C0C1D" w:rsidP="003C0C1D">
      <w:pPr>
        <w:pStyle w:val="Text1-1"/>
        <w:numPr>
          <w:ilvl w:val="1"/>
          <w:numId w:val="9"/>
        </w:numPr>
        <w:rPr>
          <w:rFonts w:eastAsia="Times New Roman" w:cs="Times New Roman"/>
        </w:rPr>
      </w:pPr>
      <w:r>
        <w:t>Zásady při nakládání s podezřelými předměty</w:t>
      </w:r>
    </w:p>
    <w:p w14:paraId="0A13D3BC" w14:textId="0BC26287" w:rsidR="003C0C1D" w:rsidRDefault="003C0C1D" w:rsidP="00D33B7D">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w:t>
      </w:r>
      <w:r>
        <w:rPr>
          <w:rStyle w:val="Tun"/>
          <w:b w:val="0"/>
        </w:rPr>
        <w:lastRenderedPageBreak/>
        <w:t xml:space="preserve">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w:t>
      </w:r>
      <w:r w:rsidRPr="00D33B7D">
        <w:rPr>
          <w:rStyle w:val="Tun"/>
          <w:b w:val="0"/>
        </w:rPr>
        <w:t xml:space="preserve">znevýhodněných osob, včetně závazného vzoru pracovního výkazu, </w:t>
      </w:r>
      <w:proofErr w:type="gramStart"/>
      <w:r w:rsidRPr="00D33B7D">
        <w:rPr>
          <w:rStyle w:val="Tun"/>
          <w:b w:val="0"/>
        </w:rPr>
        <w:t>tvoří</w:t>
      </w:r>
      <w:proofErr w:type="gramEnd"/>
      <w:r w:rsidRPr="00D33B7D">
        <w:rPr>
          <w:rStyle w:val="Tun"/>
          <w:b w:val="0"/>
        </w:rPr>
        <w:t xml:space="preserve"> Přílohy č. </w:t>
      </w:r>
      <w:r w:rsidR="00737418" w:rsidRPr="00D33B7D">
        <w:rPr>
          <w:rStyle w:val="Tun"/>
          <w:b w:val="0"/>
        </w:rPr>
        <w:t>10 a 11</w:t>
      </w:r>
      <w:r w:rsidRPr="00D33B7D">
        <w:rPr>
          <w:rStyle w:val="Tun"/>
          <w:b w:val="0"/>
        </w:rPr>
        <w:t xml:space="preserve"> této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67D6D128" w:rsidR="00806C6F" w:rsidRDefault="00DC66BA" w:rsidP="00D33B7D">
      <w:pPr>
        <w:pStyle w:val="Text1-2"/>
      </w:pPr>
      <w:r>
        <w:rPr>
          <w:rStyle w:val="Tun"/>
          <w:b w:val="0"/>
        </w:rPr>
        <w:lastRenderedPageBreak/>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D33B7D">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lastRenderedPageBreak/>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B03D436" w14:textId="119DE143" w:rsidR="00FF21FC" w:rsidRDefault="00FF21FC" w:rsidP="003C3C01">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C56AC5"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42703BE3"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C56AC5"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6BDDADF7" w:rsidR="00DC66BA" w:rsidRPr="00F97DBD" w:rsidRDefault="005F1A5C" w:rsidP="00DC66BA">
            <w:pPr>
              <w:pStyle w:val="Textbezslovn"/>
              <w:jc w:val="left"/>
            </w:pPr>
            <w:r>
              <w:t>b</w:t>
            </w:r>
            <w:r w:rsidR="00DC66BA" w:rsidRPr="00F97DBD">
              <w:t>) Zvláštní technické podm</w:t>
            </w:r>
            <w:r w:rsidR="00DC66BA" w:rsidRPr="00D33B7D">
              <w:t>ínky včetně příloh</w:t>
            </w:r>
          </w:p>
        </w:tc>
      </w:tr>
      <w:tr w:rsidR="00DC66BA" w:rsidRPr="00F97DBD" w14:paraId="3F0A1BED" w14:textId="77777777" w:rsidTr="00DC66BA">
        <w:trPr>
          <w:jc w:val="center"/>
        </w:trPr>
        <w:tc>
          <w:tcPr>
            <w:tcW w:w="2031" w:type="pct"/>
          </w:tcPr>
          <w:p w14:paraId="009EA50A" w14:textId="77777777" w:rsidR="00DC66BA" w:rsidRPr="00F97DBD" w:rsidRDefault="00C56AC5"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51B49368" w:rsidR="00DC66BA" w:rsidRPr="00F97DBD" w:rsidRDefault="00D33B7D"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C56AC5"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038AC55D"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C56AC5"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C56AC5"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C56AC5"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C56AC5"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rsidRPr="00D33B7D">
              <w:rPr>
                <w:highlight w:val="yellow"/>
              </w:rP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D33B7D" w:rsidRDefault="009F79CE" w:rsidP="00243BC3">
      <w:pPr>
        <w:pStyle w:val="Odstavec1-1a"/>
        <w:numPr>
          <w:ilvl w:val="0"/>
          <w:numId w:val="40"/>
        </w:numPr>
        <w:tabs>
          <w:tab w:val="clear" w:pos="1077"/>
        </w:tabs>
        <w:ind w:left="426" w:hanging="426"/>
      </w:pPr>
      <w:r w:rsidRPr="00D33B7D">
        <w:t xml:space="preserve">Technické kvalitativní podmínky staveb státních drah (TKP) </w:t>
      </w:r>
    </w:p>
    <w:p w14:paraId="64C4548A" w14:textId="77777777" w:rsidR="009F79CE" w:rsidRPr="00D33B7D" w:rsidRDefault="009F79CE" w:rsidP="009F79CE">
      <w:pPr>
        <w:pStyle w:val="Textbezslovn"/>
        <w:ind w:left="426"/>
      </w:pPr>
      <w:r w:rsidRPr="00D33B7D">
        <w:t xml:space="preserve">Technické kvalitativní podmínky staveb státních drah (TKP) nejsou pevně připojeny ke Smlouvě, ale jsou přístupné na </w:t>
      </w:r>
      <w:hyperlink r:id="rId22" w:history="1">
        <w:r w:rsidRPr="00D33B7D">
          <w:rPr>
            <w:rStyle w:val="Hypertextovodkaz"/>
            <w:noProof w:val="0"/>
          </w:rPr>
          <w:t>http://typdok.tudc.cz</w:t>
        </w:r>
      </w:hyperlink>
      <w:r w:rsidRPr="00D33B7D">
        <w:t>; byly taktéž poskytnuty jako součást zadávací dokumentace uveřejněné na profilu zadavatele.</w:t>
      </w:r>
    </w:p>
    <w:p w14:paraId="5AEC17E2" w14:textId="77777777" w:rsidR="009F79CE" w:rsidRPr="00D33B7D" w:rsidRDefault="009F79CE" w:rsidP="009F79CE">
      <w:pPr>
        <w:pStyle w:val="Textbezslovn"/>
        <w:ind w:left="426"/>
      </w:pPr>
      <w:r w:rsidRPr="00D33B7D">
        <w:t xml:space="preserve">Smluvní strany podpisem této Smlouvy stvrzují, že jsou s obsahem TKP Staveb plně seznámeny a že v souladu s </w:t>
      </w:r>
      <w:proofErr w:type="spellStart"/>
      <w:r w:rsidRPr="00D33B7D">
        <w:t>ust</w:t>
      </w:r>
      <w:proofErr w:type="spellEnd"/>
      <w:r w:rsidRPr="00D33B7D">
        <w:t xml:space="preserve">. § 1751 občanského zákoníku TKP Staveb </w:t>
      </w:r>
      <w:proofErr w:type="gramStart"/>
      <w:r w:rsidRPr="00D33B7D">
        <w:t>tvoří</w:t>
      </w:r>
      <w:proofErr w:type="gramEnd"/>
      <w:r w:rsidRPr="00D33B7D">
        <w:t xml:space="preserve"> část obsahu Smlouvy. TKP Staveb jsou pro Zhotovitele závazné s aplikací platných předpisů uvedených v příslušné kapitole TKP Staveb.</w:t>
      </w:r>
    </w:p>
    <w:p w14:paraId="456107A7" w14:textId="77777777" w:rsidR="009F79CE" w:rsidRPr="00D33B7D" w:rsidRDefault="009F79CE" w:rsidP="009F79CE">
      <w:pPr>
        <w:pStyle w:val="Odstavec1-1a"/>
        <w:numPr>
          <w:ilvl w:val="0"/>
          <w:numId w:val="29"/>
        </w:numPr>
        <w:tabs>
          <w:tab w:val="clear" w:pos="1077"/>
        </w:tabs>
        <w:ind w:left="426" w:hanging="426"/>
        <w:contextualSpacing w:val="0"/>
      </w:pPr>
      <w:r w:rsidRPr="00D33B7D">
        <w:t>Zvláštní technické podmínky</w:t>
      </w:r>
    </w:p>
    <w:p w14:paraId="366F74A6" w14:textId="77777777" w:rsidR="009F79CE" w:rsidRPr="00D33B7D" w:rsidRDefault="009F79CE" w:rsidP="009F79CE">
      <w:pPr>
        <w:pStyle w:val="Odstavec1-1a"/>
        <w:numPr>
          <w:ilvl w:val="0"/>
          <w:numId w:val="0"/>
        </w:numPr>
        <w:ind w:left="426"/>
        <w:contextualSpacing w:val="0"/>
        <w:jc w:val="left"/>
        <w:rPr>
          <w:bCs/>
        </w:rPr>
      </w:pPr>
      <w:r w:rsidRPr="00D33B7D">
        <w:t>Zvláštní technické podmínky nejsou</w:t>
      </w:r>
      <w:r w:rsidRPr="00D33B7D">
        <w:rPr>
          <w:bCs/>
        </w:rPr>
        <w:t xml:space="preserve"> pevně připojeny ke Smlouvě, zhotovitel </w:t>
      </w:r>
      <w:r w:rsidRPr="00D33B7D">
        <w:t xml:space="preserve">Zvláštní technické podmínky </w:t>
      </w:r>
      <w:r w:rsidRPr="00D33B7D">
        <w:rPr>
          <w:bCs/>
        </w:rPr>
        <w:t xml:space="preserve">obdržel společně se zadávací dokumentací prostřednictvím profilu zadavatele </w:t>
      </w:r>
      <w:hyperlink r:id="rId23" w:history="1">
        <w:r w:rsidRPr="00D33B7D">
          <w:rPr>
            <w:rStyle w:val="Hypertextovodkaz"/>
            <w:bCs/>
            <w:noProof w:val="0"/>
          </w:rPr>
          <w:t>https://zakazky.spravazeleznic.cz/</w:t>
        </w:r>
      </w:hyperlink>
      <w:r w:rsidRPr="00D33B7D">
        <w:rPr>
          <w:bCs/>
        </w:rPr>
        <w:t>.</w:t>
      </w:r>
    </w:p>
    <w:p w14:paraId="6CDADC1E" w14:textId="77777777" w:rsidR="009F79CE" w:rsidRPr="00935FE2" w:rsidRDefault="009F79CE" w:rsidP="009F79CE">
      <w:pPr>
        <w:pStyle w:val="Odstavec1-1a"/>
        <w:numPr>
          <w:ilvl w:val="0"/>
          <w:numId w:val="0"/>
        </w:numPr>
        <w:ind w:left="426"/>
        <w:contextualSpacing w:val="0"/>
      </w:pPr>
      <w:r w:rsidRPr="00D33B7D">
        <w:t xml:space="preserve">Smluvní strany podpisem této Smlouvy stvrzují, že jsou pro ně Zvláštní technické podmínky závazné, že jsou s jejich obsahem plně seznámeny a že v souladu s </w:t>
      </w:r>
      <w:proofErr w:type="spellStart"/>
      <w:r w:rsidRPr="00D33B7D">
        <w:t>ust</w:t>
      </w:r>
      <w:proofErr w:type="spellEnd"/>
      <w:r w:rsidRPr="00D33B7D">
        <w:t xml:space="preserve">. § 1751 občanského zákoníku </w:t>
      </w:r>
      <w:proofErr w:type="gramStart"/>
      <w:r w:rsidRPr="00D33B7D">
        <w:t>tvoří</w:t>
      </w:r>
      <w:proofErr w:type="gramEnd"/>
      <w:r w:rsidRPr="00D33B7D">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5DA4B13" w:rsidR="00E463D2" w:rsidRPr="00F97DBD" w:rsidRDefault="009F79CE" w:rsidP="00E463D2">
      <w:pPr>
        <w:pStyle w:val="Nadpisbezsl1-2"/>
      </w:pPr>
      <w:r>
        <w:t>NEOBSAZENO</w:t>
      </w:r>
    </w:p>
    <w:p w14:paraId="31918583" w14:textId="64DBC2FB" w:rsidR="006C0BB6" w:rsidRDefault="006C0BB6" w:rsidP="00D33B7D">
      <w:pPr>
        <w:pStyle w:val="Odrka1-2-"/>
        <w:numPr>
          <w:ilvl w:val="0"/>
          <w:numId w:val="0"/>
        </w:numPr>
        <w:ind w:left="1531"/>
        <w:rPr>
          <w:highlight w:val="green"/>
        </w:rPr>
        <w:sectPr w:rsidR="006C0BB6" w:rsidSect="004E70C8">
          <w:footerReference w:type="default" r:id="rId26"/>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7777777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2C7FD603" w14:textId="77777777" w:rsidR="00D33B7D" w:rsidRDefault="00D33B7D" w:rsidP="009F79CE">
      <w:pPr>
        <w:pStyle w:val="Odrka1-1"/>
        <w:numPr>
          <w:ilvl w:val="0"/>
          <w:numId w:val="0"/>
        </w:numPr>
      </w:pP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778A0647" w:rsidR="00ED29F1" w:rsidRDefault="00ED29F1" w:rsidP="00D33B7D">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D33B7D">
        <w:rPr>
          <w:rFonts w:asciiTheme="minorHAnsi" w:hAnsiTheme="minorHAnsi"/>
          <w:sz w:val="18"/>
          <w:szCs w:val="18"/>
        </w:rPr>
        <w:t>obchodních</w:t>
      </w:r>
      <w:r w:rsidR="00F647E4" w:rsidRPr="00D33B7D">
        <w:rPr>
          <w:rFonts w:asciiTheme="minorHAnsi" w:hAnsiTheme="minorHAnsi"/>
          <w:sz w:val="18"/>
          <w:szCs w:val="18"/>
        </w:rPr>
        <w:t xml:space="preserve"> </w:t>
      </w:r>
      <w:r w:rsidR="00F647E4" w:rsidRPr="00D33B7D">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4BBC58FA"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D33B7D">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57033A02" w:rsidR="00D33B7D" w:rsidRDefault="00D33B7D" w:rsidP="00ED29F1">
      <w:pPr>
        <w:pStyle w:val="Textbezodsazen"/>
      </w:pPr>
      <w: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508DB608"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w:t>
            </w:r>
            <w:r w:rsidRPr="00D33B7D">
              <w:rPr>
                <w:sz w:val="18"/>
              </w:rPr>
              <w: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FDAB4F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33B7D">
              <w:rPr>
                <w:rFonts w:eastAsia="Times New Roman" w:cs="Calibri"/>
                <w:sz w:val="18"/>
                <w:lang w:eastAsia="cs-CZ"/>
              </w:rPr>
              <w:t>M</w:t>
            </w:r>
            <w:r w:rsidR="002C7A28" w:rsidRPr="00D33B7D">
              <w:rPr>
                <w:rFonts w:eastAsia="Times New Roman" w:cs="Calibri"/>
                <w:sz w:val="18"/>
                <w:lang w:eastAsia="cs-CZ"/>
              </w:rPr>
              <w:t xml:space="preserve">inimálně </w:t>
            </w:r>
            <w:r w:rsidR="00D33B7D" w:rsidRPr="00D33B7D">
              <w:rPr>
                <w:rFonts w:eastAsia="Times New Roman" w:cs="Calibri"/>
                <w:color w:val="000000"/>
                <w:sz w:val="18"/>
                <w:lang w:eastAsia="cs-CZ"/>
              </w:rPr>
              <w:t>13</w:t>
            </w:r>
            <w:r w:rsidR="0085003F">
              <w:rPr>
                <w:rFonts w:eastAsia="Times New Roman" w:cs="Calibri"/>
                <w:color w:val="000000"/>
                <w:sz w:val="18"/>
                <w:lang w:eastAsia="cs-CZ"/>
              </w:rPr>
              <w:t> 500 000</w:t>
            </w:r>
            <w:r w:rsidR="002C7A28" w:rsidRPr="00D33B7D">
              <w:rPr>
                <w:rFonts w:eastAsia="Times New Roman" w:cs="Calibri"/>
                <w:color w:val="000000"/>
                <w:sz w:val="18"/>
                <w:lang w:eastAsia="cs-CZ"/>
              </w:rPr>
              <w:t xml:space="preserve"> Kč</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33576B6A" w:rsidR="00F762A8" w:rsidRDefault="00F762A8" w:rsidP="00F762A8">
      <w:pPr>
        <w:pStyle w:val="Nadpisbezsl1-2"/>
      </w:pPr>
      <w:r w:rsidRPr="00D33B7D">
        <w:rPr>
          <w:highlight w:val="yellow"/>
        </w:rPr>
        <w:t>Zmocnění Vedoucího zhotovitele</w:t>
      </w:r>
      <w:r w:rsidR="00D33B7D" w:rsidRPr="00D33B7D">
        <w:rPr>
          <w:highlight w:val="yellow"/>
        </w:rPr>
        <w:t xml:space="preserve"> / Plná moc / NEOBSAZ</w:t>
      </w:r>
      <w:r w:rsidR="00C56AC5">
        <w:rPr>
          <w:highlight w:val="yellow"/>
        </w:rPr>
        <w:t>E</w:t>
      </w:r>
      <w:r w:rsidR="00D33B7D" w:rsidRPr="00D33B7D">
        <w:rPr>
          <w:highlight w:val="yellow"/>
        </w:rPr>
        <w:t>NO</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3"/>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D33B7D" w:rsidRDefault="00316563" w:rsidP="00316563">
      <w:pPr>
        <w:pStyle w:val="Nadpisbezsl1-2"/>
        <w:rPr>
          <w:rFonts w:asciiTheme="minorHAnsi" w:hAnsiTheme="minorHAnsi"/>
          <w:b w:val="0"/>
          <w:bCs/>
          <w:sz w:val="18"/>
          <w:szCs w:val="18"/>
        </w:rPr>
      </w:pPr>
      <w:r w:rsidRPr="00D33B7D">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D33B7D">
        <w:rPr>
          <w:b w:val="0"/>
          <w:bCs/>
        </w:rPr>
        <w:t xml:space="preserve"> </w:t>
      </w:r>
      <w:hyperlink r:id="rId34" w:history="1">
        <w:r w:rsidRPr="00D33B7D">
          <w:rPr>
            <w:rStyle w:val="Hypertextovodkaz"/>
            <w:b w:val="0"/>
            <w:bCs/>
            <w:noProof w:val="0"/>
            <w:sz w:val="18"/>
            <w:szCs w:val="18"/>
          </w:rPr>
          <w:t>https://zakazky.spravazeleznic.cz/</w:t>
        </w:r>
      </w:hyperlink>
      <w:r w:rsidRPr="00D33B7D">
        <w:rPr>
          <w:b w:val="0"/>
          <w:bCs/>
          <w:sz w:val="18"/>
          <w:szCs w:val="18"/>
        </w:rPr>
        <w:t>.</w:t>
      </w:r>
      <w:r w:rsidRPr="00D33B7D">
        <w:rPr>
          <w:bCs/>
        </w:rPr>
        <w:t xml:space="preserve"> </w:t>
      </w:r>
    </w:p>
    <w:p w14:paraId="1AAA2AB0" w14:textId="36FEDF55" w:rsidR="00316563" w:rsidRPr="004F2898" w:rsidRDefault="00316563" w:rsidP="00316563">
      <w:pPr>
        <w:pStyle w:val="Textbezodsazen"/>
      </w:pPr>
      <w:r w:rsidRPr="00D33B7D">
        <w:t>Smluvní strany podpisem této Smlouvy stvrzují, že je pro ně vzor evidence zapojení znevýhodněných osob závazný</w:t>
      </w:r>
      <w:r w:rsidR="0067580E" w:rsidRPr="00D33B7D">
        <w:t xml:space="preserve"> a</w:t>
      </w:r>
      <w:r w:rsidRPr="00D33B7D">
        <w:t xml:space="preserve"> že jsou s jeho obsahem plně seznámeny</w:t>
      </w:r>
      <w:r w:rsidR="0067580E" w:rsidRPr="00D33B7D">
        <w:t>.</w:t>
      </w:r>
    </w:p>
    <w:p w14:paraId="0D345185" w14:textId="77777777" w:rsidR="00316563" w:rsidRPr="004F2898" w:rsidRDefault="00316563" w:rsidP="00316563">
      <w:pPr>
        <w:pStyle w:val="Nadpisbezsl1-2"/>
        <w:rPr>
          <w:b w:val="0"/>
        </w:rPr>
        <w:sectPr w:rsidR="00316563" w:rsidRPr="004F2898" w:rsidSect="004E70C8">
          <w:footerReference w:type="default" r:id="rId35"/>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C9BFA7E" w14:textId="7B3C4098" w:rsidR="00316563" w:rsidRPr="00D33B7D" w:rsidRDefault="00316563" w:rsidP="00D33B7D">
      <w:pPr>
        <w:pStyle w:val="Nadpisbezsl1-2"/>
        <w:rPr>
          <w:rFonts w:asciiTheme="minorHAnsi" w:hAnsiTheme="minorHAnsi"/>
          <w:b w:val="0"/>
          <w:bCs/>
          <w:sz w:val="18"/>
          <w:szCs w:val="18"/>
        </w:rPr>
      </w:pPr>
      <w:r w:rsidRPr="00D33B7D">
        <w:rPr>
          <w:rFonts w:asciiTheme="minorHAnsi" w:hAnsiTheme="minorHAnsi"/>
          <w:b w:val="0"/>
          <w:bCs/>
          <w:sz w:val="18"/>
          <w:szCs w:val="18"/>
        </w:rPr>
        <w:t>Závazný vzor pracovního výkazu zapojení znevýhodněných osob není pevně připojen ke Smlouvě, zhotovitel obdržel tento závazný vzor společně se zadávací dokumentací prostřednictvím profilu zadavatele</w:t>
      </w:r>
      <w:r w:rsidRPr="00D33B7D">
        <w:rPr>
          <w:b w:val="0"/>
          <w:bCs/>
        </w:rPr>
        <w:t xml:space="preserve"> </w:t>
      </w:r>
      <w:hyperlink r:id="rId36" w:history="1">
        <w:r w:rsidRPr="00D33B7D">
          <w:rPr>
            <w:rStyle w:val="Hypertextovodkaz"/>
            <w:b w:val="0"/>
            <w:bCs/>
            <w:noProof w:val="0"/>
            <w:sz w:val="18"/>
            <w:szCs w:val="18"/>
          </w:rPr>
          <w:t>https://zakazky.spravazeleznic.cz/</w:t>
        </w:r>
      </w:hyperlink>
      <w:r w:rsidRPr="00D33B7D">
        <w:rPr>
          <w:b w:val="0"/>
          <w:bCs/>
          <w:sz w:val="18"/>
          <w:szCs w:val="18"/>
        </w:rPr>
        <w:t>.</w:t>
      </w:r>
      <w:r w:rsidRPr="00D33B7D">
        <w:rPr>
          <w:bCs/>
        </w:rPr>
        <w:t xml:space="preserve"> </w:t>
      </w:r>
    </w:p>
    <w:p w14:paraId="2D3EAE34" w14:textId="08C17A17" w:rsidR="00316563" w:rsidRPr="004F2898" w:rsidRDefault="00316563" w:rsidP="00316563">
      <w:pPr>
        <w:pStyle w:val="Textbezodsazen"/>
      </w:pPr>
      <w:r w:rsidRPr="00D33B7D">
        <w:t>Smluvní strany podpisem této Smlouvy stvrzují, že je pro ně vzor pracovního výkazu zapojení znevýhodněných osob závazný</w:t>
      </w:r>
      <w:r w:rsidR="0067580E" w:rsidRPr="00D33B7D">
        <w:t xml:space="preserve"> a</w:t>
      </w:r>
      <w:r w:rsidRPr="00D33B7D">
        <w:t xml:space="preserve"> že jsou s jeho obsahem plně seznámeny</w:t>
      </w:r>
      <w:r w:rsidR="0067580E" w:rsidRPr="00D33B7D">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33C57C62"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6FEF27A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38A38A62"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5EA759F4"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387825E6"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00CDD41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678457C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3D71665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5E7FC89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30B1876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05BE7C3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41BD9BA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6A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19"/>
  </w:num>
  <w:num w:numId="4" w16cid:durableId="2007440185">
    <w:abstractNumId w:val="9"/>
  </w:num>
  <w:num w:numId="5" w16cid:durableId="17023209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6"/>
  </w:num>
  <w:num w:numId="8" w16cid:durableId="1236822027">
    <w:abstractNumId w:val="18"/>
  </w:num>
  <w:num w:numId="9" w16cid:durableId="1380520109">
    <w:abstractNumId w:val="0"/>
  </w:num>
  <w:num w:numId="10" w16cid:durableId="900990170">
    <w:abstractNumId w:val="4"/>
  </w:num>
  <w:num w:numId="11" w16cid:durableId="90662422">
    <w:abstractNumId w:val="20"/>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6"/>
  </w:num>
  <w:num w:numId="19" w16cid:durableId="1358265765">
    <w:abstractNumId w:val="16"/>
  </w:num>
  <w:num w:numId="20" w16cid:durableId="1444106149">
    <w:abstractNumId w:val="16"/>
  </w:num>
  <w:num w:numId="21" w16cid:durableId="2102067620">
    <w:abstractNumId w:val="18"/>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0"/>
  </w:num>
  <w:num w:numId="27" w16cid:durableId="1222599493">
    <w:abstractNumId w:val="13"/>
  </w:num>
  <w:num w:numId="28" w16cid:durableId="836044755">
    <w:abstractNumId w:val="3"/>
  </w:num>
  <w:num w:numId="29" w16cid:durableId="1413179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7"/>
  </w:num>
  <w:num w:numId="33" w16cid:durableId="1443912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0C1D"/>
    <w:rsid w:val="003C2D11"/>
    <w:rsid w:val="003C33F2"/>
    <w:rsid w:val="003C3C01"/>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53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003F"/>
    <w:rsid w:val="00856B99"/>
    <w:rsid w:val="00866994"/>
    <w:rsid w:val="00884F59"/>
    <w:rsid w:val="00886114"/>
    <w:rsid w:val="008A3568"/>
    <w:rsid w:val="008B7567"/>
    <w:rsid w:val="008C50F3"/>
    <w:rsid w:val="008C7EFE"/>
    <w:rsid w:val="008D03B9"/>
    <w:rsid w:val="008D30C7"/>
    <w:rsid w:val="008E2B90"/>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5C48"/>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56AC5"/>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3B7D"/>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5.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footer" Target="footer11.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616</TotalTime>
  <Pages>23</Pages>
  <Words>5789</Words>
  <Characters>34157</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81</cp:revision>
  <cp:lastPrinted>2019-09-27T11:09:00Z</cp:lastPrinted>
  <dcterms:created xsi:type="dcterms:W3CDTF">2019-03-19T08:45:00Z</dcterms:created>
  <dcterms:modified xsi:type="dcterms:W3CDTF">2023-07-31T11:40:00Z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